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26F362" w14:textId="77777777" w:rsidR="004A2CDD" w:rsidRPr="00251520" w:rsidRDefault="009B0535" w:rsidP="009B0535">
      <w:pPr>
        <w:pStyle w:val="Titel"/>
      </w:pPr>
      <w:r>
        <w:t>Praxisauftrag</w:t>
      </w:r>
    </w:p>
    <w:p w14:paraId="4453F3F5" w14:textId="470CCDE6" w:rsidR="00A825D2" w:rsidRPr="00A825D2" w:rsidRDefault="001B125F" w:rsidP="009B4E47">
      <w:pPr>
        <w:pStyle w:val="Thema"/>
        <w:spacing w:after="120"/>
      </w:pPr>
      <w:r>
        <w:t>Eingehende Zahlungen kontrollieren</w:t>
      </w:r>
    </w:p>
    <w:p w14:paraId="63C2D37F" w14:textId="4505754C" w:rsidR="00A532CF" w:rsidRPr="009B0535" w:rsidRDefault="009B4E47" w:rsidP="00A532CF">
      <w:pPr>
        <w:rPr>
          <w:b/>
          <w:bCs/>
        </w:rPr>
      </w:pPr>
      <w:r w:rsidRPr="009B0535">
        <w:rPr>
          <w:b/>
          <w:bCs/>
        </w:rPr>
        <w:t xml:space="preserve">Handlungskompetenz </w:t>
      </w:r>
      <w:r w:rsidR="00812170">
        <w:rPr>
          <w:b/>
          <w:bCs/>
        </w:rPr>
        <w:t>c5: Finanzielle Vorgänge betreuen und kontrollieren</w:t>
      </w:r>
    </w:p>
    <w:p w14:paraId="443892A4" w14:textId="77777777" w:rsidR="00A532CF" w:rsidRDefault="00A532CF" w:rsidP="00A532CF"/>
    <w:p w14:paraId="495A070F" w14:textId="174400A9" w:rsidR="00C7659B" w:rsidRDefault="00C7659B" w:rsidP="00625A2E">
      <w:pPr>
        <w:pStyle w:val="Untertitel"/>
      </w:pPr>
      <w:r>
        <w:t>Ausgangslage</w:t>
      </w:r>
    </w:p>
    <w:p w14:paraId="7297219D" w14:textId="26DA158F" w:rsidR="00EA0F8C" w:rsidRDefault="001B125F" w:rsidP="00E87A99">
      <w:r>
        <w:t>Geld fliesst ständig und überall. Zahlungen treffen ein, ausgehende Zahlungen werden erstellt und vom System ausgelöst. Die Kunst dabei ist</w:t>
      </w:r>
      <w:r w:rsidR="00625A2E">
        <w:t>,</w:t>
      </w:r>
      <w:r>
        <w:t xml:space="preserve"> den Überblick zu behalten. </w:t>
      </w:r>
    </w:p>
    <w:p w14:paraId="20B88F33" w14:textId="77777777" w:rsidR="00C67F83" w:rsidRDefault="00C67F83" w:rsidP="00E87A99"/>
    <w:p w14:paraId="0E486B76" w14:textId="111514F8" w:rsidR="00EA0F8C" w:rsidRDefault="00EA0F8C" w:rsidP="00E87A99">
      <w:r>
        <w:t>Dieser Praxisauftrag bietet dir die Möglichkeit, deine Kenntnisse über</w:t>
      </w:r>
      <w:r w:rsidR="001B125F">
        <w:t xml:space="preserve"> </w:t>
      </w:r>
      <w:r w:rsidR="00B97D85">
        <w:t>Zahlungsprozesse in</w:t>
      </w:r>
      <w:r>
        <w:t xml:space="preserve"> d</w:t>
      </w:r>
      <w:r w:rsidR="001B125F">
        <w:t>ie</w:t>
      </w:r>
      <w:r>
        <w:t xml:space="preserve"> Praxis </w:t>
      </w:r>
      <w:r w:rsidR="00C67F83">
        <w:t>umzusetze</w:t>
      </w:r>
      <w:r>
        <w:t>n</w:t>
      </w:r>
      <w:r w:rsidR="001B125F">
        <w:t xml:space="preserve"> und eingehende Zahlungen zu kontrollieren. </w:t>
      </w:r>
    </w:p>
    <w:p w14:paraId="74E53F66" w14:textId="77777777" w:rsidR="007D47FB" w:rsidRDefault="007D47FB" w:rsidP="00E87A99"/>
    <w:p w14:paraId="19BE1362" w14:textId="77777777" w:rsidR="00E87A99" w:rsidRDefault="00E87A99" w:rsidP="00D2699C">
      <w:pPr>
        <w:pStyle w:val="Untertitel"/>
      </w:pPr>
      <w:r>
        <w:t xml:space="preserve">Aufgabenstellung </w:t>
      </w:r>
    </w:p>
    <w:tbl>
      <w:tblPr>
        <w:tblStyle w:val="Tabellenraster"/>
        <w:tblW w:w="0" w:type="auto"/>
        <w:tblLook w:val="04A0" w:firstRow="1" w:lastRow="0" w:firstColumn="1" w:lastColumn="0" w:noHBand="0" w:noVBand="1"/>
      </w:tblPr>
      <w:tblGrid>
        <w:gridCol w:w="1518"/>
        <w:gridCol w:w="5908"/>
      </w:tblGrid>
      <w:tr w:rsidR="00E966C7" w14:paraId="232C0F77" w14:textId="77777777" w:rsidTr="003B29C0">
        <w:trPr>
          <w:cnfStyle w:val="100000000000" w:firstRow="1" w:lastRow="0" w:firstColumn="0" w:lastColumn="0" w:oddVBand="0" w:evenVBand="0" w:oddHBand="0" w:evenHBand="0" w:firstRowFirstColumn="0" w:firstRowLastColumn="0" w:lastRowFirstColumn="0" w:lastRowLastColumn="0"/>
        </w:trPr>
        <w:tc>
          <w:tcPr>
            <w:tcW w:w="1518" w:type="dxa"/>
          </w:tcPr>
          <w:p w14:paraId="2BFA5CA9" w14:textId="77777777" w:rsidR="00E966C7" w:rsidRDefault="00E966C7" w:rsidP="00C7659B"/>
        </w:tc>
        <w:tc>
          <w:tcPr>
            <w:tcW w:w="5908" w:type="dxa"/>
          </w:tcPr>
          <w:p w14:paraId="3EC192DD" w14:textId="77777777" w:rsidR="00E966C7" w:rsidRDefault="00E966C7" w:rsidP="00C7659B"/>
        </w:tc>
      </w:tr>
      <w:tr w:rsidR="00E966C7" w14:paraId="73220A64" w14:textId="77777777" w:rsidTr="003B29C0">
        <w:tc>
          <w:tcPr>
            <w:tcW w:w="1518" w:type="dxa"/>
          </w:tcPr>
          <w:p w14:paraId="6C5A0046" w14:textId="77777777" w:rsidR="00E966C7" w:rsidRDefault="00E966C7" w:rsidP="00C7659B">
            <w:r>
              <w:t>Teilaufgabe 1:</w:t>
            </w:r>
          </w:p>
        </w:tc>
        <w:tc>
          <w:tcPr>
            <w:tcW w:w="5908" w:type="dxa"/>
          </w:tcPr>
          <w:p w14:paraId="53C97889" w14:textId="1120D547" w:rsidR="004F5235" w:rsidRDefault="003B29C0" w:rsidP="00DD1533">
            <w:r>
              <w:t>Erkundige dich bei deiner vorgesetzten Person, welche ein</w:t>
            </w:r>
            <w:r w:rsidR="001B125F">
              <w:t>gehenden</w:t>
            </w:r>
            <w:r>
              <w:t xml:space="preserve"> </w:t>
            </w:r>
            <w:r w:rsidR="001B125F">
              <w:t xml:space="preserve">Zahlungen </w:t>
            </w:r>
            <w:r>
              <w:t>du kontrollieren darfst</w:t>
            </w:r>
            <w:r w:rsidR="00201E81">
              <w:t xml:space="preserve">. </w:t>
            </w:r>
            <w:r w:rsidR="004A4D22">
              <w:t xml:space="preserve">Du sollst </w:t>
            </w:r>
            <w:r w:rsidR="00464892">
              <w:t xml:space="preserve">als Teil dieses Praxisauftrags </w:t>
            </w:r>
            <w:r w:rsidR="004A4D22">
              <w:t xml:space="preserve">mindestens fünf Zahlungen kontrollieren. </w:t>
            </w:r>
            <w:r w:rsidR="00201E81">
              <w:t xml:space="preserve">Hol dir von der vorgesetzten Person alle nötigen Informationen ein, die du brauchst, um die </w:t>
            </w:r>
            <w:r w:rsidR="001B125F">
              <w:t xml:space="preserve">Zahlungen </w:t>
            </w:r>
            <w:r>
              <w:t xml:space="preserve">kontrollieren </w:t>
            </w:r>
            <w:r w:rsidR="00201E81">
              <w:t>zu können.</w:t>
            </w:r>
          </w:p>
        </w:tc>
      </w:tr>
      <w:tr w:rsidR="00071546" w14:paraId="0F38E8E3" w14:textId="77777777" w:rsidTr="003B29C0">
        <w:tc>
          <w:tcPr>
            <w:tcW w:w="1518" w:type="dxa"/>
          </w:tcPr>
          <w:p w14:paraId="7BF58A5F" w14:textId="77777777" w:rsidR="00071546" w:rsidRDefault="00BA281F" w:rsidP="00F6264E">
            <w:r>
              <w:t>Teilaufgabe 2</w:t>
            </w:r>
            <w:r w:rsidR="00071546">
              <w:t>:</w:t>
            </w:r>
          </w:p>
        </w:tc>
        <w:tc>
          <w:tcPr>
            <w:tcW w:w="5908" w:type="dxa"/>
          </w:tcPr>
          <w:p w14:paraId="15CA5C05" w14:textId="0953C588" w:rsidR="00071546" w:rsidRDefault="003B29C0" w:rsidP="00DE3BD1">
            <w:r>
              <w:t xml:space="preserve">Kontrolliere </w:t>
            </w:r>
            <w:r w:rsidR="00464892">
              <w:t xml:space="preserve">mindestens fünf </w:t>
            </w:r>
            <w:r w:rsidR="001B125F">
              <w:t xml:space="preserve">Zahlungen </w:t>
            </w:r>
            <w:r w:rsidR="004F4947">
              <w:t>basierend auf den Informationen</w:t>
            </w:r>
            <w:r w:rsidR="00D367B1">
              <w:t xml:space="preserve"> aus Teilaufgabe 1</w:t>
            </w:r>
            <w:r w:rsidR="004F4947">
              <w:t xml:space="preserve">. </w:t>
            </w:r>
            <w:r w:rsidR="00464892">
              <w:t>Überlege dir ein geeignetes Vorgehen, falls Zahlungen fehlen oder fehlerhaft sind.</w:t>
            </w:r>
          </w:p>
        </w:tc>
      </w:tr>
      <w:tr w:rsidR="004A4D22" w14:paraId="6F8D03C5" w14:textId="77777777" w:rsidTr="003B29C0">
        <w:tc>
          <w:tcPr>
            <w:tcW w:w="1518" w:type="dxa"/>
          </w:tcPr>
          <w:p w14:paraId="13D2A582" w14:textId="6DCDA548" w:rsidR="004A4D22" w:rsidRDefault="004A4D22" w:rsidP="00F6264E">
            <w:r>
              <w:t xml:space="preserve">Teilaufgabe </w:t>
            </w:r>
            <w:r w:rsidR="00464892">
              <w:t>3</w:t>
            </w:r>
            <w:r>
              <w:t xml:space="preserve">: </w:t>
            </w:r>
          </w:p>
        </w:tc>
        <w:tc>
          <w:tcPr>
            <w:tcW w:w="5908" w:type="dxa"/>
          </w:tcPr>
          <w:p w14:paraId="13243835" w14:textId="2D4EA573" w:rsidR="004A4D22" w:rsidRDefault="004A4D22" w:rsidP="00DE3BD1">
            <w:r>
              <w:t xml:space="preserve">Informiere die vorgesetzte Person, wenn du alle Zahlungen kontrolliert hast. </w:t>
            </w:r>
            <w:r w:rsidR="00464892">
              <w:t xml:space="preserve">Besprich gemeinsam mit ihr die Ergebnisse deiner Kontrolle. Informiere sie auch, falls Zahlungen fehlerhaft waren oder gefehlt haben. Zeige deiner Vorgesetzten Person, welche Massnahmen du dir für diesen Fall überlegt hast. Besprecht das weitere Vorgehen, bevor du die nötigen Massnahmen umsetzt. </w:t>
            </w:r>
            <w:r>
              <w:t xml:space="preserve"> </w:t>
            </w:r>
          </w:p>
        </w:tc>
      </w:tr>
      <w:tr w:rsidR="00823E4E" w14:paraId="45B54A05" w14:textId="77777777" w:rsidTr="003B29C0">
        <w:tc>
          <w:tcPr>
            <w:tcW w:w="1518" w:type="dxa"/>
          </w:tcPr>
          <w:p w14:paraId="154B015E" w14:textId="3D2DF96E" w:rsidR="00823E4E" w:rsidRDefault="00007807" w:rsidP="00F6264E">
            <w:r>
              <w:t xml:space="preserve">Teilaufgabe </w:t>
            </w:r>
            <w:r w:rsidR="00464892">
              <w:t>4</w:t>
            </w:r>
            <w:r w:rsidR="00823E4E">
              <w:t>:</w:t>
            </w:r>
          </w:p>
        </w:tc>
        <w:tc>
          <w:tcPr>
            <w:tcW w:w="5908" w:type="dxa"/>
          </w:tcPr>
          <w:p w14:paraId="79802FC3" w14:textId="77777777" w:rsidR="00823E4E" w:rsidRDefault="00E97D64" w:rsidP="00F6264E">
            <w:r w:rsidRPr="00E97D64">
              <w:rPr>
                <w:color w:val="auto"/>
              </w:rPr>
              <w:t>Dokumentiere und reflektiere deine Ergebnisse in deiner Lerndokumentation.</w:t>
            </w:r>
            <w:r w:rsidR="00251520" w:rsidRPr="00E97D64">
              <w:rPr>
                <w:color w:val="auto"/>
              </w:rPr>
              <w:t xml:space="preserve"> </w:t>
            </w:r>
            <w:r w:rsidR="0053555E" w:rsidRPr="00E97D64">
              <w:t xml:space="preserve"> </w:t>
            </w:r>
          </w:p>
        </w:tc>
      </w:tr>
    </w:tbl>
    <w:p w14:paraId="56E57729" w14:textId="77777777" w:rsidR="009B59A7" w:rsidRDefault="009B59A7" w:rsidP="009B59A7"/>
    <w:p w14:paraId="3C193577" w14:textId="77777777" w:rsidR="00C7659B" w:rsidRDefault="00D2699C" w:rsidP="00D2699C">
      <w:pPr>
        <w:pStyle w:val="Untertitel"/>
      </w:pPr>
      <w:r>
        <w:t>Hinweise zur Lösung</w:t>
      </w:r>
    </w:p>
    <w:p w14:paraId="0518646C" w14:textId="25F4ED5A" w:rsidR="003D46BF" w:rsidRDefault="001B125F" w:rsidP="009B59A7">
      <w:r>
        <w:lastRenderedPageBreak/>
        <w:t xml:space="preserve">Je nach </w:t>
      </w:r>
      <w:r w:rsidR="00DE0FD5">
        <w:t xml:space="preserve">Programm </w:t>
      </w:r>
      <w:r>
        <w:t xml:space="preserve">musst du nicht alle eingehenden Zahlungen einzeln kontrollieren, sondern es besteht ein Fehlerprotokoll im System. Erkundige dich bei der vorgesetzten Person danach. </w:t>
      </w:r>
      <w:r w:rsidR="007F5CA0">
        <w:t xml:space="preserve">Beachte zudem, dass unterschiedliche Fehler bei Zahlungen unterschiedlich behoben werden. </w:t>
      </w:r>
    </w:p>
    <w:p w14:paraId="154B2ABA" w14:textId="77777777" w:rsidR="00C67F83" w:rsidRDefault="00C67F83" w:rsidP="009B59A7"/>
    <w:p w14:paraId="61BC60B6" w14:textId="77777777" w:rsidR="009848AB" w:rsidRDefault="009848AB" w:rsidP="009848AB">
      <w:pPr>
        <w:pStyle w:val="Untertitel"/>
      </w:pPr>
      <w:r>
        <w:t>Organisation</w:t>
      </w:r>
    </w:p>
    <w:p w14:paraId="12D72127" w14:textId="77777777" w:rsidR="009848AB" w:rsidRDefault="002B5348" w:rsidP="009848AB">
      <w:r>
        <w:t>Führe deinen</w:t>
      </w:r>
      <w:r w:rsidR="009848AB">
        <w:t xml:space="preserve"> Praxisauftrag direkt in </w:t>
      </w:r>
      <w:r>
        <w:t>deinem</w:t>
      </w:r>
      <w:r w:rsidR="009848AB">
        <w:t xml:space="preserve"> Arbeitsalltag anhand eines konkreten Falls oder einer konkreten Situation aus der Praxis aus.</w:t>
      </w:r>
    </w:p>
    <w:p w14:paraId="621F9262" w14:textId="77777777" w:rsidR="009848AB" w:rsidRDefault="009848AB" w:rsidP="009848AB"/>
    <w:p w14:paraId="703FA2CC" w14:textId="77777777" w:rsidR="009B59A7" w:rsidRDefault="009848AB" w:rsidP="009848AB">
      <w:r>
        <w:t xml:space="preserve">Für die Dokumentation </w:t>
      </w:r>
      <w:r w:rsidR="002B5348">
        <w:t>deines</w:t>
      </w:r>
      <w:r>
        <w:t xml:space="preserve"> Vorgehens </w:t>
      </w:r>
      <w:r w:rsidR="002B5348">
        <w:t>benötigst du</w:t>
      </w:r>
      <w:r>
        <w:t xml:space="preserve"> je nach Aufwand zwischen 30 und 90 Minuten.</w:t>
      </w:r>
    </w:p>
    <w:p w14:paraId="54556D36" w14:textId="77777777" w:rsidR="00980CAC" w:rsidRDefault="00980CAC" w:rsidP="00C7659B"/>
    <w:p w14:paraId="6C4B8941" w14:textId="77777777" w:rsidR="00980CAC" w:rsidRDefault="00980CAC" w:rsidP="00C7659B"/>
    <w:p w14:paraId="28DD7E3F" w14:textId="77777777" w:rsidR="00980CAC" w:rsidRDefault="00980CAC" w:rsidP="00C7659B"/>
    <w:p w14:paraId="544105A3" w14:textId="77777777" w:rsidR="00980CAC" w:rsidRDefault="00980CAC" w:rsidP="00C7659B"/>
    <w:p w14:paraId="5D821462" w14:textId="77777777" w:rsidR="00980CAC" w:rsidRDefault="00980CAC" w:rsidP="00C7659B"/>
    <w:p w14:paraId="6254C918" w14:textId="77777777" w:rsidR="00980CAC" w:rsidRDefault="00980CAC" w:rsidP="00C7659B"/>
    <w:p w14:paraId="69B38139" w14:textId="77777777" w:rsidR="00980CAC" w:rsidRDefault="00980CAC" w:rsidP="00C7659B"/>
    <w:p w14:paraId="267149F1" w14:textId="77777777" w:rsidR="00980CAC" w:rsidRDefault="00980CAC" w:rsidP="00C7659B"/>
    <w:p w14:paraId="632E5B0B" w14:textId="77777777" w:rsidR="00980CAC" w:rsidRPr="00C7659B" w:rsidRDefault="00980CAC" w:rsidP="00C7659B"/>
    <w:sectPr w:rsidR="00980CAC" w:rsidRPr="00C7659B" w:rsidSect="00392737">
      <w:headerReference w:type="even" r:id="rId8"/>
      <w:headerReference w:type="default" r:id="rId9"/>
      <w:footerReference w:type="even" r:id="rId10"/>
      <w:footerReference w:type="default" r:id="rId11"/>
      <w:headerReference w:type="first" r:id="rId12"/>
      <w:footerReference w:type="first" r:id="rId13"/>
      <w:pgSz w:w="11906" w:h="16838" w:code="9"/>
      <w:pgMar w:top="2552" w:right="3119" w:bottom="1985" w:left="1361" w:header="28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E3A6D5" w14:textId="77777777" w:rsidR="00812170" w:rsidRDefault="00812170" w:rsidP="00534DD6">
      <w:pPr>
        <w:spacing w:line="240" w:lineRule="auto"/>
      </w:pPr>
      <w:r>
        <w:separator/>
      </w:r>
    </w:p>
    <w:p w14:paraId="0883EB5C" w14:textId="77777777" w:rsidR="00812170" w:rsidRDefault="00812170"/>
  </w:endnote>
  <w:endnote w:type="continuationSeparator" w:id="0">
    <w:p w14:paraId="4C2BEE02" w14:textId="77777777" w:rsidR="00812170" w:rsidRDefault="00812170" w:rsidP="00534DD6">
      <w:pPr>
        <w:spacing w:line="240" w:lineRule="auto"/>
      </w:pPr>
      <w:r>
        <w:continuationSeparator/>
      </w:r>
    </w:p>
    <w:p w14:paraId="4C56AFD2" w14:textId="77777777" w:rsidR="00812170" w:rsidRDefault="008121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331E3" w14:textId="77777777" w:rsidR="00FF7077" w:rsidRDefault="00FF70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BD5A0" w14:textId="3C5286A9" w:rsidR="00792BF0" w:rsidRPr="0006080E" w:rsidRDefault="00980CAC" w:rsidP="0006080E">
    <w:pPr>
      <w:pStyle w:val="Fuzeile"/>
      <w:tabs>
        <w:tab w:val="clear" w:pos="9072"/>
        <w:tab w:val="right" w:pos="7086"/>
      </w:tabs>
      <w:rPr>
        <w:sz w:val="16"/>
        <w:szCs w:val="16"/>
      </w:rPr>
    </w:pPr>
    <w:r>
      <w:rPr>
        <w:sz w:val="16"/>
        <w:szCs w:val="16"/>
      </w:rPr>
      <w:t>Praxisauftrag:</w:t>
    </w:r>
    <w:r w:rsidR="001709CA">
      <w:rPr>
        <w:sz w:val="16"/>
        <w:szCs w:val="16"/>
      </w:rPr>
      <w:t xml:space="preserve"> Eingehende Zahlungen kontrollieren </w:t>
    </w:r>
    <w:r w:rsidR="002472A8">
      <w:rPr>
        <w:sz w:val="16"/>
        <w:szCs w:val="16"/>
      </w:rPr>
      <w:tab/>
    </w:r>
    <w:r w:rsidR="002472A8">
      <w:rPr>
        <w:sz w:val="16"/>
        <w:szCs w:val="16"/>
      </w:rPr>
      <w:tab/>
    </w:r>
    <w:r w:rsidR="002472A8" w:rsidRPr="002472A8">
      <w:rPr>
        <w:sz w:val="16"/>
        <w:szCs w:val="16"/>
        <w:lang w:val="de-DE"/>
      </w:rPr>
      <w:t xml:space="preserve">Seite </w:t>
    </w:r>
    <w:r w:rsidR="002472A8" w:rsidRPr="002472A8">
      <w:rPr>
        <w:bCs/>
        <w:sz w:val="16"/>
        <w:szCs w:val="16"/>
      </w:rPr>
      <w:fldChar w:fldCharType="begin"/>
    </w:r>
    <w:r w:rsidR="002472A8" w:rsidRPr="002472A8">
      <w:rPr>
        <w:bCs/>
        <w:sz w:val="16"/>
        <w:szCs w:val="16"/>
      </w:rPr>
      <w:instrText>PAGE  \* Arabic  \* MERGEFORMAT</w:instrText>
    </w:r>
    <w:r w:rsidR="002472A8" w:rsidRPr="002472A8">
      <w:rPr>
        <w:bCs/>
        <w:sz w:val="16"/>
        <w:szCs w:val="16"/>
      </w:rPr>
      <w:fldChar w:fldCharType="separate"/>
    </w:r>
    <w:r w:rsidRPr="00980CAC">
      <w:rPr>
        <w:bCs/>
        <w:noProof/>
        <w:sz w:val="16"/>
        <w:szCs w:val="16"/>
        <w:lang w:val="de-DE"/>
      </w:rPr>
      <w:t>2</w:t>
    </w:r>
    <w:r w:rsidR="002472A8" w:rsidRPr="002472A8">
      <w:rPr>
        <w:bCs/>
        <w:sz w:val="16"/>
        <w:szCs w:val="16"/>
      </w:rPr>
      <w:fldChar w:fldCharType="end"/>
    </w:r>
    <w:r w:rsidR="002472A8" w:rsidRPr="002472A8">
      <w:rPr>
        <w:sz w:val="16"/>
        <w:szCs w:val="16"/>
        <w:lang w:val="de-DE"/>
      </w:rPr>
      <w:t xml:space="preserve"> von </w:t>
    </w:r>
    <w:r w:rsidR="002472A8" w:rsidRPr="002472A8">
      <w:rPr>
        <w:bCs/>
        <w:sz w:val="16"/>
        <w:szCs w:val="16"/>
      </w:rPr>
      <w:fldChar w:fldCharType="begin"/>
    </w:r>
    <w:r w:rsidR="002472A8" w:rsidRPr="002472A8">
      <w:rPr>
        <w:bCs/>
        <w:sz w:val="16"/>
        <w:szCs w:val="16"/>
      </w:rPr>
      <w:instrText>NUMPAGES  \* Arabic  \* MERGEFORMAT</w:instrText>
    </w:r>
    <w:r w:rsidR="002472A8" w:rsidRPr="002472A8">
      <w:rPr>
        <w:bCs/>
        <w:sz w:val="16"/>
        <w:szCs w:val="16"/>
      </w:rPr>
      <w:fldChar w:fldCharType="separate"/>
    </w:r>
    <w:r w:rsidRPr="00980CAC">
      <w:rPr>
        <w:bCs/>
        <w:noProof/>
        <w:sz w:val="16"/>
        <w:szCs w:val="16"/>
        <w:lang w:val="de-DE"/>
      </w:rPr>
      <w:t>2</w:t>
    </w:r>
    <w:r w:rsidR="002472A8" w:rsidRPr="002472A8">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3C02F" w14:textId="77777777" w:rsidR="00FF7077" w:rsidRDefault="00FF70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67B38E" w14:textId="77777777" w:rsidR="00812170" w:rsidRDefault="00812170" w:rsidP="00534DD6">
      <w:pPr>
        <w:spacing w:line="240" w:lineRule="auto"/>
      </w:pPr>
      <w:r>
        <w:separator/>
      </w:r>
    </w:p>
    <w:p w14:paraId="195FFA0C" w14:textId="77777777" w:rsidR="00812170" w:rsidRDefault="00812170"/>
  </w:footnote>
  <w:footnote w:type="continuationSeparator" w:id="0">
    <w:p w14:paraId="663DB922" w14:textId="77777777" w:rsidR="00812170" w:rsidRDefault="00812170" w:rsidP="00534DD6">
      <w:pPr>
        <w:spacing w:line="240" w:lineRule="auto"/>
      </w:pPr>
      <w:r>
        <w:continuationSeparator/>
      </w:r>
    </w:p>
    <w:p w14:paraId="68F44037" w14:textId="77777777" w:rsidR="00812170" w:rsidRDefault="008121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FBB673" w14:textId="77777777" w:rsidR="00FF7077" w:rsidRDefault="00FF70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9AABE" w14:textId="77777777" w:rsidR="00FF7077" w:rsidRDefault="00FF707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1E4F29" w14:textId="77777777" w:rsidR="00FF7077" w:rsidRDefault="00FF70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149ADA0A"/>
    <w:lvl w:ilvl="0">
      <w:start w:val="1"/>
      <w:numFmt w:val="decimal"/>
      <w:pStyle w:val="Listennummer3"/>
      <w:lvlText w:val="%1."/>
      <w:lvlJc w:val="left"/>
      <w:pPr>
        <w:tabs>
          <w:tab w:val="num" w:pos="926"/>
        </w:tabs>
        <w:ind w:left="926" w:hanging="360"/>
      </w:pPr>
    </w:lvl>
  </w:abstractNum>
  <w:abstractNum w:abstractNumId="1" w15:restartNumberingAfterBreak="0">
    <w:nsid w:val="FFFFFF7F"/>
    <w:multiLevelType w:val="singleLevel"/>
    <w:tmpl w:val="948E898A"/>
    <w:lvl w:ilvl="0">
      <w:start w:val="1"/>
      <w:numFmt w:val="decimal"/>
      <w:pStyle w:val="Listennummer2"/>
      <w:lvlText w:val="%1."/>
      <w:lvlJc w:val="left"/>
      <w:pPr>
        <w:tabs>
          <w:tab w:val="num" w:pos="643"/>
        </w:tabs>
        <w:ind w:left="643" w:hanging="360"/>
      </w:pPr>
    </w:lvl>
  </w:abstractNum>
  <w:abstractNum w:abstractNumId="2" w15:restartNumberingAfterBreak="0">
    <w:nsid w:val="FFFFFF82"/>
    <w:multiLevelType w:val="singleLevel"/>
    <w:tmpl w:val="FB1019C8"/>
    <w:lvl w:ilvl="0">
      <w:start w:val="1"/>
      <w:numFmt w:val="bullet"/>
      <w:pStyle w:val="Aufzhlungszeichen3"/>
      <w:lvlText w:val="–"/>
      <w:lvlJc w:val="left"/>
      <w:pPr>
        <w:ind w:left="700" w:hanging="360"/>
      </w:pPr>
      <w:rPr>
        <w:rFonts w:ascii="Calibri Light" w:hAnsi="Calibri Light" w:hint="default"/>
      </w:rPr>
    </w:lvl>
  </w:abstractNum>
  <w:abstractNum w:abstractNumId="3" w15:restartNumberingAfterBreak="0">
    <w:nsid w:val="FFFFFF83"/>
    <w:multiLevelType w:val="singleLevel"/>
    <w:tmpl w:val="9D42557A"/>
    <w:lvl w:ilvl="0">
      <w:start w:val="1"/>
      <w:numFmt w:val="bullet"/>
      <w:pStyle w:val="Aufzhlungszeichen2"/>
      <w:lvlText w:val="–"/>
      <w:lvlJc w:val="left"/>
      <w:pPr>
        <w:ind w:left="530" w:hanging="360"/>
      </w:pPr>
      <w:rPr>
        <w:rFonts w:ascii="Calibri Light" w:hAnsi="Calibri Light" w:hint="default"/>
      </w:rPr>
    </w:lvl>
  </w:abstractNum>
  <w:abstractNum w:abstractNumId="4" w15:restartNumberingAfterBreak="0">
    <w:nsid w:val="FFFFFF88"/>
    <w:multiLevelType w:val="singleLevel"/>
    <w:tmpl w:val="9B80277A"/>
    <w:lvl w:ilvl="0">
      <w:start w:val="1"/>
      <w:numFmt w:val="decimal"/>
      <w:pStyle w:val="Listennummer"/>
      <w:lvlText w:val="%1."/>
      <w:lvlJc w:val="left"/>
      <w:pPr>
        <w:tabs>
          <w:tab w:val="num" w:pos="360"/>
        </w:tabs>
        <w:ind w:left="360" w:hanging="360"/>
      </w:pPr>
      <w:rPr>
        <w:rFonts w:hint="default"/>
      </w:rPr>
    </w:lvl>
  </w:abstractNum>
  <w:abstractNum w:abstractNumId="5" w15:restartNumberingAfterBreak="0">
    <w:nsid w:val="FFFFFF89"/>
    <w:multiLevelType w:val="singleLevel"/>
    <w:tmpl w:val="145A270E"/>
    <w:lvl w:ilvl="0">
      <w:start w:val="1"/>
      <w:numFmt w:val="bullet"/>
      <w:pStyle w:val="Aufzhlungszeichen"/>
      <w:lvlText w:val="–"/>
      <w:lvlJc w:val="left"/>
      <w:pPr>
        <w:ind w:left="360" w:hanging="360"/>
      </w:pPr>
      <w:rPr>
        <w:rFonts w:ascii="Calibri Light" w:hAnsi="Calibri Light" w:hint="default"/>
      </w:rPr>
    </w:lvl>
  </w:abstractNum>
  <w:abstractNum w:abstractNumId="6" w15:restartNumberingAfterBreak="0">
    <w:nsid w:val="0E080BB0"/>
    <w:multiLevelType w:val="multilevel"/>
    <w:tmpl w:val="5C9E886C"/>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7" w15:restartNumberingAfterBreak="0">
    <w:nsid w:val="2D542C92"/>
    <w:multiLevelType w:val="hybridMultilevel"/>
    <w:tmpl w:val="18329A0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6"/>
    <w:lvlOverride w:ilvl="0">
      <w:startOverride w:val="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2"/>
  </w:num>
  <w:num w:numId="7">
    <w:abstractNumId w:val="4"/>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attachedTemplate r:id="rId1"/>
  <w:defaultTabStop w:val="709"/>
  <w:autoHyphenation/>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170"/>
    <w:rsid w:val="00007807"/>
    <w:rsid w:val="00040FAB"/>
    <w:rsid w:val="00051D3C"/>
    <w:rsid w:val="000527DA"/>
    <w:rsid w:val="0006080E"/>
    <w:rsid w:val="00071546"/>
    <w:rsid w:val="00077DD2"/>
    <w:rsid w:val="00086A2C"/>
    <w:rsid w:val="000B16EA"/>
    <w:rsid w:val="001067CD"/>
    <w:rsid w:val="00147918"/>
    <w:rsid w:val="00155FCC"/>
    <w:rsid w:val="001651B6"/>
    <w:rsid w:val="001709CA"/>
    <w:rsid w:val="001A74BC"/>
    <w:rsid w:val="001B008C"/>
    <w:rsid w:val="001B07D7"/>
    <w:rsid w:val="001B125F"/>
    <w:rsid w:val="001B6F6D"/>
    <w:rsid w:val="001B7D40"/>
    <w:rsid w:val="001D54F5"/>
    <w:rsid w:val="001F7C12"/>
    <w:rsid w:val="00201E81"/>
    <w:rsid w:val="00216546"/>
    <w:rsid w:val="002472A8"/>
    <w:rsid w:val="00250FFF"/>
    <w:rsid w:val="00251520"/>
    <w:rsid w:val="00254785"/>
    <w:rsid w:val="002601DA"/>
    <w:rsid w:val="002621BB"/>
    <w:rsid w:val="002A477F"/>
    <w:rsid w:val="002B5348"/>
    <w:rsid w:val="002C777D"/>
    <w:rsid w:val="002D74EA"/>
    <w:rsid w:val="002E0AD8"/>
    <w:rsid w:val="00323580"/>
    <w:rsid w:val="00336FFD"/>
    <w:rsid w:val="00370B3A"/>
    <w:rsid w:val="00392737"/>
    <w:rsid w:val="003A79A1"/>
    <w:rsid w:val="003B29C0"/>
    <w:rsid w:val="003C0608"/>
    <w:rsid w:val="003C0DD4"/>
    <w:rsid w:val="003D46BF"/>
    <w:rsid w:val="00452C06"/>
    <w:rsid w:val="00461B48"/>
    <w:rsid w:val="00462396"/>
    <w:rsid w:val="00464892"/>
    <w:rsid w:val="00471D25"/>
    <w:rsid w:val="004A2CDD"/>
    <w:rsid w:val="004A4D22"/>
    <w:rsid w:val="004B4054"/>
    <w:rsid w:val="004E378A"/>
    <w:rsid w:val="004E41FE"/>
    <w:rsid w:val="004F4947"/>
    <w:rsid w:val="004F5235"/>
    <w:rsid w:val="005151B3"/>
    <w:rsid w:val="005318F6"/>
    <w:rsid w:val="00534DD6"/>
    <w:rsid w:val="0053555E"/>
    <w:rsid w:val="00547403"/>
    <w:rsid w:val="006013E0"/>
    <w:rsid w:val="006031B6"/>
    <w:rsid w:val="00625A2E"/>
    <w:rsid w:val="0067508D"/>
    <w:rsid w:val="00677266"/>
    <w:rsid w:val="00695EBA"/>
    <w:rsid w:val="006A669B"/>
    <w:rsid w:val="006B094D"/>
    <w:rsid w:val="006C353E"/>
    <w:rsid w:val="00743024"/>
    <w:rsid w:val="00771F6B"/>
    <w:rsid w:val="00792BF0"/>
    <w:rsid w:val="00793B26"/>
    <w:rsid w:val="00796A6A"/>
    <w:rsid w:val="007A59D3"/>
    <w:rsid w:val="007D47FB"/>
    <w:rsid w:val="007F5CA0"/>
    <w:rsid w:val="00807BA1"/>
    <w:rsid w:val="00812170"/>
    <w:rsid w:val="00823E4E"/>
    <w:rsid w:val="008672D7"/>
    <w:rsid w:val="008C10C6"/>
    <w:rsid w:val="008D45EE"/>
    <w:rsid w:val="008E0562"/>
    <w:rsid w:val="008F3C75"/>
    <w:rsid w:val="009075B1"/>
    <w:rsid w:val="009456B2"/>
    <w:rsid w:val="0095032B"/>
    <w:rsid w:val="009761D1"/>
    <w:rsid w:val="00980CAC"/>
    <w:rsid w:val="009848AB"/>
    <w:rsid w:val="00994635"/>
    <w:rsid w:val="009A52CB"/>
    <w:rsid w:val="009B0535"/>
    <w:rsid w:val="009B4E47"/>
    <w:rsid w:val="009B59A7"/>
    <w:rsid w:val="009C3E11"/>
    <w:rsid w:val="009D0925"/>
    <w:rsid w:val="00A50F24"/>
    <w:rsid w:val="00A532CF"/>
    <w:rsid w:val="00A825D2"/>
    <w:rsid w:val="00A90F76"/>
    <w:rsid w:val="00AE1457"/>
    <w:rsid w:val="00B036BD"/>
    <w:rsid w:val="00B11687"/>
    <w:rsid w:val="00B34CF7"/>
    <w:rsid w:val="00B46F82"/>
    <w:rsid w:val="00B50093"/>
    <w:rsid w:val="00B555E4"/>
    <w:rsid w:val="00B6217B"/>
    <w:rsid w:val="00B67D64"/>
    <w:rsid w:val="00B75665"/>
    <w:rsid w:val="00B97D85"/>
    <w:rsid w:val="00BA281F"/>
    <w:rsid w:val="00BB4683"/>
    <w:rsid w:val="00BE2ABD"/>
    <w:rsid w:val="00C0409F"/>
    <w:rsid w:val="00C453FE"/>
    <w:rsid w:val="00C56A9D"/>
    <w:rsid w:val="00C67F83"/>
    <w:rsid w:val="00C7659B"/>
    <w:rsid w:val="00CD72EC"/>
    <w:rsid w:val="00D21CA9"/>
    <w:rsid w:val="00D2699C"/>
    <w:rsid w:val="00D367B1"/>
    <w:rsid w:val="00D43C88"/>
    <w:rsid w:val="00DB718D"/>
    <w:rsid w:val="00DD1533"/>
    <w:rsid w:val="00DE0FD5"/>
    <w:rsid w:val="00DE350B"/>
    <w:rsid w:val="00DE3BD1"/>
    <w:rsid w:val="00E0072A"/>
    <w:rsid w:val="00E010D1"/>
    <w:rsid w:val="00E37B3D"/>
    <w:rsid w:val="00E42531"/>
    <w:rsid w:val="00E63AA9"/>
    <w:rsid w:val="00E72202"/>
    <w:rsid w:val="00E87A99"/>
    <w:rsid w:val="00E966C7"/>
    <w:rsid w:val="00E97D64"/>
    <w:rsid w:val="00EA0F8C"/>
    <w:rsid w:val="00EB7596"/>
    <w:rsid w:val="00EC2A1E"/>
    <w:rsid w:val="00EC481B"/>
    <w:rsid w:val="00F13290"/>
    <w:rsid w:val="00F83F75"/>
    <w:rsid w:val="00FB5550"/>
    <w:rsid w:val="00FD4719"/>
    <w:rsid w:val="00FD65A1"/>
    <w:rsid w:val="00FF707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2A80A19"/>
  <w15:docId w15:val="{BFE127CF-113A-4691-94FD-9F6E78D9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000000" w:themeColor="text1"/>
        <w:sz w:val="21"/>
        <w:szCs w:val="21"/>
        <w:lang w:val="de-CH"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lsdException w:name="List Number" w:uiPriority="3"/>
    <w:lsdException w:name="List 2" w:semiHidden="1" w:unhideWhenUsed="1"/>
    <w:lsdException w:name="List 3" w:semiHidden="1" w:unhideWhenUsed="1"/>
    <w:lsdException w:name="List 4" w:semiHidden="1" w:unhideWhenUsed="1"/>
    <w:lsdException w:name="List 5" w:semiHidden="1" w:unhideWhenUsed="1"/>
    <w:lsdException w:name="List Bullet 2" w:uiPriority="2"/>
    <w:lsdException w:name="List Bullet 3" w:uiPriority="2"/>
    <w:lsdException w:name="List Bullet 4" w:semiHidden="1" w:unhideWhenUsed="1"/>
    <w:lsdException w:name="List Bullet 5" w:semiHidden="1" w:unhideWhenUsed="1"/>
    <w:lsdException w:name="List Number 2" w:uiPriority="3"/>
    <w:lsdException w:name="List Number 3" w:uiPriority="3"/>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62396"/>
    <w:pPr>
      <w:spacing w:line="300" w:lineRule="exact"/>
      <w:jc w:val="both"/>
    </w:pPr>
    <w:rPr>
      <w:rFonts w:ascii="Calibri Light" w:hAnsi="Calibri Light"/>
    </w:rPr>
  </w:style>
  <w:style w:type="paragraph" w:styleId="berschrift1">
    <w:name w:val="heading 1"/>
    <w:basedOn w:val="Standard"/>
    <w:next w:val="Standard"/>
    <w:link w:val="berschrift1Zchn"/>
    <w:uiPriority w:val="9"/>
    <w:qFormat/>
    <w:rsid w:val="00462396"/>
    <w:pPr>
      <w:numPr>
        <w:numId w:val="1"/>
      </w:numPr>
      <w:pBdr>
        <w:bottom w:val="single" w:sz="12" w:space="2" w:color="000000" w:themeColor="text1"/>
      </w:pBdr>
      <w:spacing w:after="510"/>
      <w:outlineLvl w:val="0"/>
    </w:pPr>
    <w:rPr>
      <w:rFonts w:ascii="Calibri" w:eastAsiaTheme="majorEastAsia" w:hAnsi="Calibri" w:cstheme="majorBidi"/>
      <w:b/>
      <w:sz w:val="28"/>
      <w:szCs w:val="28"/>
    </w:rPr>
  </w:style>
  <w:style w:type="paragraph" w:styleId="berschrift2">
    <w:name w:val="heading 2"/>
    <w:basedOn w:val="berschrift1"/>
    <w:next w:val="Standard"/>
    <w:link w:val="berschrift2Zchn"/>
    <w:uiPriority w:val="9"/>
    <w:unhideWhenUsed/>
    <w:qFormat/>
    <w:rsid w:val="00462396"/>
    <w:pPr>
      <w:widowControl w:val="0"/>
      <w:numPr>
        <w:ilvl w:val="1"/>
      </w:numPr>
      <w:pBdr>
        <w:top w:val="single" w:sz="8" w:space="1" w:color="FFFFFF" w:themeColor="background1"/>
        <w:bottom w:val="single" w:sz="4" w:space="2" w:color="000000" w:themeColor="text1"/>
      </w:pBdr>
      <w:spacing w:after="284"/>
      <w:textboxTightWrap w:val="allLines"/>
      <w:outlineLvl w:val="1"/>
    </w:pPr>
    <w:rPr>
      <w:sz w:val="24"/>
      <w:szCs w:val="24"/>
    </w:rPr>
  </w:style>
  <w:style w:type="paragraph" w:styleId="berschrift3">
    <w:name w:val="heading 3"/>
    <w:basedOn w:val="berschrift2"/>
    <w:next w:val="Standard"/>
    <w:link w:val="berschrift3Zchn"/>
    <w:uiPriority w:val="9"/>
    <w:unhideWhenUsed/>
    <w:qFormat/>
    <w:rsid w:val="00BE2ABD"/>
    <w:pPr>
      <w:numPr>
        <w:ilvl w:val="2"/>
      </w:numPr>
      <w:pBdr>
        <w:top w:val="none" w:sz="0" w:space="0" w:color="auto"/>
      </w:pBdr>
      <w:spacing w:after="170"/>
      <w:outlineLvl w:val="2"/>
    </w:pPr>
    <w:rPr>
      <w:sz w:val="19"/>
    </w:rPr>
  </w:style>
  <w:style w:type="paragraph" w:styleId="berschrift4">
    <w:name w:val="heading 4"/>
    <w:basedOn w:val="berschrift3"/>
    <w:next w:val="Standard"/>
    <w:link w:val="berschrift4Zchn"/>
    <w:uiPriority w:val="9"/>
    <w:unhideWhenUsed/>
    <w:qFormat/>
    <w:rsid w:val="00BE2ABD"/>
    <w:pPr>
      <w:widowControl/>
      <w:numPr>
        <w:ilvl w:val="3"/>
      </w:numPr>
      <w:pBdr>
        <w:top w:val="single" w:sz="8" w:space="1" w:color="FFFFFF" w:themeColor="background1"/>
      </w:pBdr>
      <w:spacing w:before="40"/>
      <w:ind w:left="862" w:hanging="862"/>
      <w:outlineLvl w:val="3"/>
    </w:pPr>
    <w:rPr>
      <w:iCs/>
    </w:rPr>
  </w:style>
  <w:style w:type="paragraph" w:styleId="berschrift5">
    <w:name w:val="heading 5"/>
    <w:basedOn w:val="berschrift4"/>
    <w:next w:val="Standard"/>
    <w:link w:val="berschrift5Zchn"/>
    <w:uiPriority w:val="9"/>
    <w:unhideWhenUsed/>
    <w:qFormat/>
    <w:rsid w:val="00BE2ABD"/>
    <w:pPr>
      <w:numPr>
        <w:ilvl w:val="4"/>
      </w:numPr>
      <w:pBdr>
        <w:top w:val="none" w:sz="0" w:space="0" w:color="auto"/>
      </w:pBdr>
      <w:spacing w:before="0"/>
      <w:ind w:left="1009" w:hanging="1009"/>
      <w:outlineLvl w:val="4"/>
    </w:pPr>
  </w:style>
  <w:style w:type="paragraph" w:styleId="berschrift6">
    <w:name w:val="heading 6"/>
    <w:basedOn w:val="Standard"/>
    <w:next w:val="Standard"/>
    <w:link w:val="berschrift6Zchn"/>
    <w:uiPriority w:val="9"/>
    <w:semiHidden/>
    <w:rsid w:val="002472A8"/>
    <w:pPr>
      <w:keepNext/>
      <w:keepLines/>
      <w:numPr>
        <w:ilvl w:val="5"/>
        <w:numId w:val="1"/>
      </w:numPr>
      <w:spacing w:before="40"/>
      <w:outlineLvl w:val="5"/>
    </w:pPr>
    <w:rPr>
      <w:rFonts w:eastAsiaTheme="majorEastAsia" w:cstheme="majorBidi"/>
      <w:color w:val="004E71" w:themeColor="accent1" w:themeShade="7F"/>
    </w:rPr>
  </w:style>
  <w:style w:type="paragraph" w:styleId="berschrift7">
    <w:name w:val="heading 7"/>
    <w:basedOn w:val="Standard"/>
    <w:next w:val="Standard"/>
    <w:link w:val="berschrift7Zchn"/>
    <w:uiPriority w:val="9"/>
    <w:semiHidden/>
    <w:unhideWhenUsed/>
    <w:qFormat/>
    <w:rsid w:val="002472A8"/>
    <w:pPr>
      <w:keepNext/>
      <w:keepLines/>
      <w:numPr>
        <w:ilvl w:val="6"/>
        <w:numId w:val="1"/>
      </w:numPr>
      <w:spacing w:before="40"/>
      <w:outlineLvl w:val="6"/>
    </w:pPr>
    <w:rPr>
      <w:rFonts w:eastAsiaTheme="majorEastAsia" w:cstheme="majorBidi"/>
      <w:i/>
      <w:iCs/>
      <w:color w:val="004E71" w:themeColor="accent1" w:themeShade="7F"/>
    </w:rPr>
  </w:style>
  <w:style w:type="paragraph" w:styleId="berschrift8">
    <w:name w:val="heading 8"/>
    <w:basedOn w:val="Standard"/>
    <w:next w:val="Standard"/>
    <w:link w:val="berschrift8Zchn"/>
    <w:uiPriority w:val="9"/>
    <w:semiHidden/>
    <w:unhideWhenUsed/>
    <w:qFormat/>
    <w:rsid w:val="002472A8"/>
    <w:pPr>
      <w:keepNext/>
      <w:keepLines/>
      <w:numPr>
        <w:ilvl w:val="7"/>
        <w:numId w:val="1"/>
      </w:numPr>
      <w:spacing w:before="40"/>
      <w:outlineLvl w:val="7"/>
    </w:pPr>
    <w:rPr>
      <w:rFonts w:eastAsiaTheme="majorEastAsia" w:cstheme="majorBidi"/>
      <w:color w:val="272727" w:themeColor="text1" w:themeTint="D8"/>
    </w:rPr>
  </w:style>
  <w:style w:type="paragraph" w:styleId="berschrift9">
    <w:name w:val="heading 9"/>
    <w:basedOn w:val="Standard"/>
    <w:next w:val="Standard"/>
    <w:link w:val="berschrift9Zchn"/>
    <w:uiPriority w:val="9"/>
    <w:semiHidden/>
    <w:unhideWhenUsed/>
    <w:qFormat/>
    <w:rsid w:val="002472A8"/>
    <w:pPr>
      <w:keepNext/>
      <w:keepLines/>
      <w:numPr>
        <w:ilvl w:val="8"/>
        <w:numId w:val="1"/>
      </w:numPr>
      <w:spacing w:before="40"/>
      <w:outlineLvl w:val="8"/>
    </w:pPr>
    <w:rPr>
      <w:rFonts w:eastAsiaTheme="majorEastAsia" w:cstheme="majorBidi"/>
      <w:i/>
      <w:iCs/>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4DD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4DD6"/>
  </w:style>
  <w:style w:type="paragraph" w:styleId="Fuzeile">
    <w:name w:val="footer"/>
    <w:basedOn w:val="Standard"/>
    <w:link w:val="FuzeileZchn"/>
    <w:uiPriority w:val="99"/>
    <w:unhideWhenUsed/>
    <w:rsid w:val="00534DD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4DD6"/>
  </w:style>
  <w:style w:type="character" w:customStyle="1" w:styleId="berschrift1Zchn">
    <w:name w:val="Überschrift 1 Zchn"/>
    <w:basedOn w:val="Absatz-Standardschriftart"/>
    <w:link w:val="berschrift1"/>
    <w:uiPriority w:val="9"/>
    <w:rsid w:val="00462396"/>
    <w:rPr>
      <w:rFonts w:ascii="Calibri" w:eastAsiaTheme="majorEastAsia" w:hAnsi="Calibri" w:cstheme="majorBidi"/>
      <w:b/>
      <w:sz w:val="28"/>
      <w:szCs w:val="28"/>
    </w:rPr>
  </w:style>
  <w:style w:type="character" w:customStyle="1" w:styleId="berschrift2Zchn">
    <w:name w:val="Überschrift 2 Zchn"/>
    <w:basedOn w:val="Absatz-Standardschriftart"/>
    <w:link w:val="berschrift2"/>
    <w:uiPriority w:val="9"/>
    <w:rsid w:val="00462396"/>
    <w:rPr>
      <w:rFonts w:ascii="Calibri" w:eastAsiaTheme="majorEastAsia" w:hAnsi="Calibri" w:cstheme="majorBidi"/>
      <w:b/>
      <w:sz w:val="24"/>
      <w:szCs w:val="24"/>
    </w:rPr>
  </w:style>
  <w:style w:type="character" w:customStyle="1" w:styleId="berschrift3Zchn">
    <w:name w:val="Überschrift 3 Zchn"/>
    <w:basedOn w:val="Absatz-Standardschriftart"/>
    <w:link w:val="berschrift3"/>
    <w:uiPriority w:val="9"/>
    <w:rsid w:val="00BE2ABD"/>
    <w:rPr>
      <w:rFonts w:ascii="Calibri" w:eastAsiaTheme="majorEastAsia" w:hAnsi="Calibri" w:cstheme="majorBidi"/>
      <w:b/>
      <w:sz w:val="19"/>
      <w:szCs w:val="24"/>
    </w:rPr>
  </w:style>
  <w:style w:type="character" w:customStyle="1" w:styleId="berschrift4Zchn">
    <w:name w:val="Überschrift 4 Zchn"/>
    <w:basedOn w:val="Absatz-Standardschriftart"/>
    <w:link w:val="berschrift4"/>
    <w:uiPriority w:val="9"/>
    <w:rsid w:val="00BE2ABD"/>
    <w:rPr>
      <w:rFonts w:ascii="Calibri" w:eastAsiaTheme="majorEastAsia" w:hAnsi="Calibri" w:cstheme="majorBidi"/>
      <w:b/>
      <w:iCs/>
      <w:sz w:val="19"/>
      <w:szCs w:val="24"/>
    </w:rPr>
  </w:style>
  <w:style w:type="character" w:customStyle="1" w:styleId="berschrift5Zchn">
    <w:name w:val="Überschrift 5 Zchn"/>
    <w:basedOn w:val="Absatz-Standardschriftart"/>
    <w:link w:val="berschrift5"/>
    <w:uiPriority w:val="9"/>
    <w:rsid w:val="00BE2ABD"/>
    <w:rPr>
      <w:rFonts w:ascii="Calibri" w:eastAsiaTheme="majorEastAsia" w:hAnsi="Calibri" w:cstheme="majorBidi"/>
      <w:b/>
      <w:iCs/>
      <w:sz w:val="19"/>
      <w:szCs w:val="24"/>
    </w:rPr>
  </w:style>
  <w:style w:type="character" w:customStyle="1" w:styleId="berschrift6Zchn">
    <w:name w:val="Überschrift 6 Zchn"/>
    <w:basedOn w:val="Absatz-Standardschriftart"/>
    <w:link w:val="berschrift6"/>
    <w:uiPriority w:val="9"/>
    <w:semiHidden/>
    <w:rsid w:val="00462396"/>
    <w:rPr>
      <w:rFonts w:ascii="Calibri Light" w:eastAsiaTheme="majorEastAsia" w:hAnsi="Calibri Light" w:cstheme="majorBidi"/>
      <w:color w:val="004E71" w:themeColor="accent1" w:themeShade="7F"/>
    </w:rPr>
  </w:style>
  <w:style w:type="character" w:customStyle="1" w:styleId="berschrift7Zchn">
    <w:name w:val="Überschrift 7 Zchn"/>
    <w:basedOn w:val="Absatz-Standardschriftart"/>
    <w:link w:val="berschrift7"/>
    <w:uiPriority w:val="9"/>
    <w:semiHidden/>
    <w:rsid w:val="002472A8"/>
    <w:rPr>
      <w:rFonts w:eastAsiaTheme="majorEastAsia" w:cstheme="majorBidi"/>
      <w:i/>
      <w:iCs/>
      <w:color w:val="004E71" w:themeColor="accent1" w:themeShade="7F"/>
    </w:rPr>
  </w:style>
  <w:style w:type="character" w:customStyle="1" w:styleId="berschrift8Zchn">
    <w:name w:val="Überschrift 8 Zchn"/>
    <w:basedOn w:val="Absatz-Standardschriftart"/>
    <w:link w:val="berschrift8"/>
    <w:uiPriority w:val="9"/>
    <w:semiHidden/>
    <w:rsid w:val="002472A8"/>
    <w:rPr>
      <w:rFonts w:eastAsiaTheme="majorEastAsia" w:cstheme="majorBidi"/>
      <w:color w:val="272727" w:themeColor="text1" w:themeTint="D8"/>
    </w:rPr>
  </w:style>
  <w:style w:type="character" w:customStyle="1" w:styleId="berschrift9Zchn">
    <w:name w:val="Überschrift 9 Zchn"/>
    <w:basedOn w:val="Absatz-Standardschriftart"/>
    <w:link w:val="berschrift9"/>
    <w:uiPriority w:val="9"/>
    <w:semiHidden/>
    <w:rsid w:val="002472A8"/>
    <w:rPr>
      <w:rFonts w:eastAsiaTheme="majorEastAsia" w:cstheme="majorBidi"/>
      <w:i/>
      <w:iCs/>
      <w:color w:val="272727" w:themeColor="text1" w:themeTint="D8"/>
    </w:rPr>
  </w:style>
  <w:style w:type="paragraph" w:styleId="Aufzhlungszeichen2">
    <w:name w:val="List Bullet 2"/>
    <w:basedOn w:val="Standard"/>
    <w:uiPriority w:val="2"/>
    <w:rsid w:val="00771F6B"/>
    <w:pPr>
      <w:numPr>
        <w:numId w:val="5"/>
      </w:numPr>
      <w:ind w:left="714" w:hanging="357"/>
      <w:contextualSpacing/>
    </w:pPr>
  </w:style>
  <w:style w:type="paragraph" w:styleId="Verzeichnis1">
    <w:name w:val="toc 1"/>
    <w:basedOn w:val="Standard"/>
    <w:next w:val="Standard"/>
    <w:autoRedefine/>
    <w:uiPriority w:val="39"/>
    <w:unhideWhenUsed/>
    <w:rsid w:val="00392737"/>
    <w:pPr>
      <w:tabs>
        <w:tab w:val="left" w:pos="720"/>
        <w:tab w:val="right" w:pos="7416"/>
      </w:tabs>
      <w:ind w:left="720" w:right="284" w:hanging="720"/>
    </w:pPr>
    <w:rPr>
      <w:rFonts w:ascii="Calibri" w:hAnsi="Calibri"/>
      <w:b/>
      <w:noProof/>
    </w:rPr>
  </w:style>
  <w:style w:type="paragraph" w:styleId="Verzeichnis2">
    <w:name w:val="toc 2"/>
    <w:basedOn w:val="Standard"/>
    <w:next w:val="Standard"/>
    <w:autoRedefine/>
    <w:uiPriority w:val="39"/>
    <w:unhideWhenUsed/>
    <w:rsid w:val="00392737"/>
    <w:pPr>
      <w:tabs>
        <w:tab w:val="left" w:pos="720"/>
        <w:tab w:val="right" w:pos="7416"/>
      </w:tabs>
      <w:ind w:right="284"/>
    </w:pPr>
    <w:rPr>
      <w:noProof/>
    </w:rPr>
  </w:style>
  <w:style w:type="character" w:styleId="Hervorhebung">
    <w:name w:val="Emphasis"/>
    <w:basedOn w:val="Absatz-Standardschriftart"/>
    <w:uiPriority w:val="20"/>
    <w:semiHidden/>
    <w:qFormat/>
    <w:rsid w:val="00BE2ABD"/>
    <w:rPr>
      <w:i/>
      <w:iCs/>
    </w:rPr>
  </w:style>
  <w:style w:type="character" w:styleId="Hyperlink">
    <w:name w:val="Hyperlink"/>
    <w:basedOn w:val="Absatz-Standardschriftart"/>
    <w:uiPriority w:val="99"/>
    <w:unhideWhenUsed/>
    <w:rsid w:val="00CD72EC"/>
    <w:rPr>
      <w:color w:val="0000FF" w:themeColor="hyperlink"/>
      <w:u w:val="single"/>
    </w:rPr>
  </w:style>
  <w:style w:type="paragraph" w:styleId="Sprechblasentext">
    <w:name w:val="Balloon Text"/>
    <w:basedOn w:val="Standard"/>
    <w:link w:val="SprechblasentextZchn"/>
    <w:uiPriority w:val="99"/>
    <w:semiHidden/>
    <w:unhideWhenUsed/>
    <w:rsid w:val="005151B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51B3"/>
    <w:rPr>
      <w:rFonts w:ascii="Tahoma" w:hAnsi="Tahoma" w:cs="Tahoma"/>
      <w:sz w:val="16"/>
      <w:szCs w:val="16"/>
    </w:rPr>
  </w:style>
  <w:style w:type="paragraph" w:styleId="Titel">
    <w:name w:val="Title"/>
    <w:basedOn w:val="Standard"/>
    <w:next w:val="Standard"/>
    <w:link w:val="TitelZchn"/>
    <w:uiPriority w:val="4"/>
    <w:qFormat/>
    <w:rsid w:val="00462396"/>
    <w:pPr>
      <w:pBdr>
        <w:top w:val="single" w:sz="8" w:space="1" w:color="FFFFFF" w:themeColor="background1"/>
        <w:bottom w:val="single" w:sz="12" w:space="2" w:color="000000" w:themeColor="text1"/>
      </w:pBdr>
      <w:spacing w:after="510"/>
    </w:pPr>
    <w:rPr>
      <w:rFonts w:ascii="Calibri" w:eastAsiaTheme="majorEastAsia" w:hAnsi="Calibri" w:cstheme="majorBidi"/>
      <w:b/>
      <w:kern w:val="28"/>
      <w:sz w:val="28"/>
      <w:szCs w:val="52"/>
    </w:rPr>
  </w:style>
  <w:style w:type="character" w:customStyle="1" w:styleId="TitelZchn">
    <w:name w:val="Titel Zchn"/>
    <w:basedOn w:val="Absatz-Standardschriftart"/>
    <w:link w:val="Titel"/>
    <w:uiPriority w:val="4"/>
    <w:rsid w:val="00462396"/>
    <w:rPr>
      <w:rFonts w:ascii="Calibri" w:eastAsiaTheme="majorEastAsia" w:hAnsi="Calibri" w:cstheme="majorBidi"/>
      <w:b/>
      <w:kern w:val="28"/>
      <w:sz w:val="28"/>
      <w:szCs w:val="52"/>
    </w:rPr>
  </w:style>
  <w:style w:type="paragraph" w:customStyle="1" w:styleId="Thema">
    <w:name w:val="Thema"/>
    <w:basedOn w:val="Titel"/>
    <w:next w:val="Standard"/>
    <w:uiPriority w:val="5"/>
    <w:qFormat/>
    <w:rsid w:val="00250FFF"/>
    <w:pPr>
      <w:pBdr>
        <w:top w:val="none" w:sz="0" w:space="0" w:color="auto"/>
      </w:pBdr>
    </w:pPr>
  </w:style>
  <w:style w:type="paragraph" w:styleId="Untertitel">
    <w:name w:val="Subtitle"/>
    <w:basedOn w:val="Standard"/>
    <w:next w:val="Standard"/>
    <w:link w:val="UntertitelZchn"/>
    <w:uiPriority w:val="6"/>
    <w:qFormat/>
    <w:rsid w:val="00BE2ABD"/>
    <w:pPr>
      <w:numPr>
        <w:ilvl w:val="1"/>
      </w:numPr>
      <w:pBdr>
        <w:bottom w:val="single" w:sz="8" w:space="1" w:color="000000" w:themeColor="text1"/>
      </w:pBdr>
      <w:spacing w:after="170"/>
    </w:pPr>
    <w:rPr>
      <w:rFonts w:ascii="Calibri" w:eastAsiaTheme="majorEastAsia" w:hAnsi="Calibri" w:cstheme="majorBidi"/>
      <w:b/>
      <w:iCs/>
      <w:color w:val="auto"/>
      <w:sz w:val="24"/>
      <w:szCs w:val="24"/>
    </w:rPr>
  </w:style>
  <w:style w:type="character" w:customStyle="1" w:styleId="UntertitelZchn">
    <w:name w:val="Untertitel Zchn"/>
    <w:basedOn w:val="Absatz-Standardschriftart"/>
    <w:link w:val="Untertitel"/>
    <w:uiPriority w:val="6"/>
    <w:rsid w:val="00793B26"/>
    <w:rPr>
      <w:rFonts w:ascii="Calibri" w:eastAsiaTheme="majorEastAsia" w:hAnsi="Calibri" w:cstheme="majorBidi"/>
      <w:b/>
      <w:iCs/>
      <w:color w:val="auto"/>
      <w:sz w:val="24"/>
      <w:szCs w:val="24"/>
    </w:rPr>
  </w:style>
  <w:style w:type="paragraph" w:styleId="Aufzhlungszeichen">
    <w:name w:val="List Bullet"/>
    <w:basedOn w:val="Standard"/>
    <w:uiPriority w:val="2"/>
    <w:rsid w:val="00771F6B"/>
    <w:pPr>
      <w:numPr>
        <w:numId w:val="4"/>
      </w:numPr>
      <w:ind w:left="357" w:hanging="357"/>
      <w:contextualSpacing/>
    </w:pPr>
  </w:style>
  <w:style w:type="paragraph" w:styleId="Listennummer">
    <w:name w:val="List Number"/>
    <w:basedOn w:val="Standard"/>
    <w:uiPriority w:val="3"/>
    <w:rsid w:val="00771F6B"/>
    <w:pPr>
      <w:numPr>
        <w:numId w:val="7"/>
      </w:numPr>
      <w:contextualSpacing/>
    </w:pPr>
  </w:style>
  <w:style w:type="paragraph" w:styleId="Listennummer2">
    <w:name w:val="List Number 2"/>
    <w:basedOn w:val="Standard"/>
    <w:uiPriority w:val="3"/>
    <w:rsid w:val="00771F6B"/>
    <w:pPr>
      <w:numPr>
        <w:numId w:val="8"/>
      </w:numPr>
      <w:tabs>
        <w:tab w:val="clear" w:pos="643"/>
      </w:tabs>
      <w:ind w:left="714" w:hanging="357"/>
    </w:pPr>
  </w:style>
  <w:style w:type="paragraph" w:styleId="Listennummer3">
    <w:name w:val="List Number 3"/>
    <w:basedOn w:val="Standard"/>
    <w:uiPriority w:val="3"/>
    <w:rsid w:val="00771F6B"/>
    <w:pPr>
      <w:numPr>
        <w:numId w:val="9"/>
      </w:numPr>
      <w:tabs>
        <w:tab w:val="clear" w:pos="926"/>
      </w:tabs>
      <w:ind w:left="1071" w:hanging="357"/>
      <w:contextualSpacing/>
    </w:pPr>
  </w:style>
  <w:style w:type="paragraph" w:styleId="Aufzhlungszeichen3">
    <w:name w:val="List Bullet 3"/>
    <w:basedOn w:val="Standard"/>
    <w:uiPriority w:val="2"/>
    <w:rsid w:val="00771F6B"/>
    <w:pPr>
      <w:numPr>
        <w:numId w:val="6"/>
      </w:numPr>
      <w:ind w:left="1071" w:hanging="357"/>
      <w:contextualSpacing/>
    </w:pPr>
  </w:style>
  <w:style w:type="paragraph" w:styleId="Beschriftung">
    <w:name w:val="caption"/>
    <w:basedOn w:val="Standard"/>
    <w:next w:val="Standard"/>
    <w:uiPriority w:val="49"/>
    <w:qFormat/>
    <w:rsid w:val="007A59D3"/>
    <w:pPr>
      <w:pBdr>
        <w:bottom w:val="single" w:sz="8" w:space="2" w:color="000000" w:themeColor="text1"/>
      </w:pBdr>
      <w:spacing w:after="170"/>
    </w:pPr>
    <w:rPr>
      <w:bCs/>
      <w:color w:val="auto"/>
      <w:szCs w:val="18"/>
    </w:rPr>
  </w:style>
  <w:style w:type="paragraph" w:styleId="Abbildungsverzeichnis">
    <w:name w:val="table of figures"/>
    <w:basedOn w:val="Standard"/>
    <w:next w:val="Standard"/>
    <w:uiPriority w:val="99"/>
    <w:unhideWhenUsed/>
    <w:rsid w:val="007A59D3"/>
  </w:style>
  <w:style w:type="table" w:styleId="Tabellenraster">
    <w:name w:val="Table Grid"/>
    <w:basedOn w:val="NormaleTabelle"/>
    <w:uiPriority w:val="39"/>
    <w:rsid w:val="004A2CDD"/>
    <w:pPr>
      <w:spacing w:after="240" w:line="240" w:lineRule="auto"/>
    </w:p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paragraph" w:styleId="Listenabsatz">
    <w:name w:val="List Paragraph"/>
    <w:basedOn w:val="Standard"/>
    <w:uiPriority w:val="34"/>
    <w:semiHidden/>
    <w:qFormat/>
    <w:rsid w:val="00A532CF"/>
    <w:pPr>
      <w:ind w:left="720"/>
      <w:contextualSpacing/>
    </w:pPr>
  </w:style>
  <w:style w:type="character" w:styleId="Kommentarzeichen">
    <w:name w:val="annotation reference"/>
    <w:basedOn w:val="Absatz-Standardschriftart"/>
    <w:uiPriority w:val="99"/>
    <w:semiHidden/>
    <w:unhideWhenUsed/>
    <w:rsid w:val="00B11687"/>
    <w:rPr>
      <w:sz w:val="16"/>
      <w:szCs w:val="16"/>
    </w:rPr>
  </w:style>
  <w:style w:type="paragraph" w:styleId="Kommentartext">
    <w:name w:val="annotation text"/>
    <w:basedOn w:val="Standard"/>
    <w:link w:val="KommentartextZchn"/>
    <w:uiPriority w:val="99"/>
    <w:semiHidden/>
    <w:unhideWhenUsed/>
    <w:rsid w:val="00B1168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11687"/>
    <w:rPr>
      <w:rFonts w:ascii="Calibri Light" w:hAnsi="Calibri Light"/>
      <w:sz w:val="20"/>
      <w:szCs w:val="20"/>
    </w:rPr>
  </w:style>
  <w:style w:type="paragraph" w:styleId="Kommentarthema">
    <w:name w:val="annotation subject"/>
    <w:basedOn w:val="Kommentartext"/>
    <w:next w:val="Kommentartext"/>
    <w:link w:val="KommentarthemaZchn"/>
    <w:uiPriority w:val="99"/>
    <w:semiHidden/>
    <w:unhideWhenUsed/>
    <w:rsid w:val="00B11687"/>
    <w:rPr>
      <w:b/>
      <w:bCs/>
    </w:rPr>
  </w:style>
  <w:style w:type="character" w:customStyle="1" w:styleId="KommentarthemaZchn">
    <w:name w:val="Kommentarthema Zchn"/>
    <w:basedOn w:val="KommentartextZchn"/>
    <w:link w:val="Kommentarthema"/>
    <w:uiPriority w:val="99"/>
    <w:semiHidden/>
    <w:rsid w:val="00B11687"/>
    <w:rPr>
      <w:rFonts w:ascii="Calibri Light" w:hAnsi="Calibri Ligh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erver02\DATA-Konvink\02%20Projekte\SKKAB\02_Lernmedien_GB\01_Administration\02_Templates\02_Praxisauftrag_SKKAB\PA_NrHK_TitelPA_EBAoEFZ_V0.01.dotx" TargetMode="External"/></Relationships>
</file>

<file path=word/theme/theme1.xml><?xml version="1.0" encoding="utf-8"?>
<a:theme xmlns:a="http://schemas.openxmlformats.org/drawingml/2006/main" name="Larissa">
  <a:themeElements>
    <a:clrScheme name="Konvinik">
      <a:dk1>
        <a:srgbClr val="000000"/>
      </a:dk1>
      <a:lt1>
        <a:srgbClr val="FFFFFF"/>
      </a:lt1>
      <a:dk2>
        <a:srgbClr val="D9DEE2"/>
      </a:dk2>
      <a:lt2>
        <a:srgbClr val="F2F4F6"/>
      </a:lt2>
      <a:accent1>
        <a:srgbClr val="009FE3"/>
      </a:accent1>
      <a:accent2>
        <a:srgbClr val="008A3B"/>
      </a:accent2>
      <a:accent3>
        <a:srgbClr val="96C121"/>
      </a:accent3>
      <a:accent4>
        <a:srgbClr val="FFCC07"/>
      </a:accent4>
      <a:accent5>
        <a:srgbClr val="ED6B0B"/>
      </a:accent5>
      <a:accent6>
        <a:srgbClr val="E21A1F"/>
      </a:accent6>
      <a:hlink>
        <a:srgbClr val="0000FF"/>
      </a:hlink>
      <a:folHlink>
        <a:srgbClr val="800080"/>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793EC-4880-4CC3-8B04-6C5B2A71E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PA_NrHK_TitelPA_EBAoEFZ_V0.01</Template>
  <TotalTime>0</TotalTime>
  <Pages>2</Pages>
  <Words>259</Words>
  <Characters>1778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Ectaveo AG</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Graziella Widmer</dc:creator>
  <cp:lastModifiedBy>Joëlle Clemen</cp:lastModifiedBy>
  <cp:revision>2</cp:revision>
  <cp:lastPrinted>2016-12-09T14:55:00Z</cp:lastPrinted>
  <dcterms:created xsi:type="dcterms:W3CDTF">2021-04-26T11:52:00Z</dcterms:created>
  <dcterms:modified xsi:type="dcterms:W3CDTF">2021-04-26T11:52:00Z</dcterms:modified>
</cp:coreProperties>
</file>